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63A594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77F4D7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49E6769B" w:rsidRDefault="0071620A" w14:paraId="59CC6856" w14:textId="6E7C5808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9E6769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9E6769B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9E6769B" w:rsidR="00813189">
        <w:rPr>
          <w:rFonts w:ascii="Corbel" w:hAnsi="Corbel"/>
          <w:i w:val="1"/>
          <w:iCs w:val="1"/>
          <w:smallCaps w:val="1"/>
          <w:sz w:val="24"/>
          <w:szCs w:val="24"/>
        </w:rPr>
        <w:t>od 2022/</w:t>
      </w:r>
      <w:r w:rsidRPr="49E6769B" w:rsidR="69518864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9E6769B" w:rsidR="00813189">
        <w:rPr>
          <w:rFonts w:ascii="Corbel" w:hAnsi="Corbel"/>
          <w:i w:val="1"/>
          <w:iCs w:val="1"/>
          <w:smallCaps w:val="1"/>
          <w:sz w:val="24"/>
          <w:szCs w:val="24"/>
        </w:rPr>
        <w:t>23 do 2023/</w:t>
      </w:r>
      <w:r w:rsidRPr="49E6769B" w:rsidR="14C5E3A1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9E6769B" w:rsidR="00813189">
        <w:rPr>
          <w:rFonts w:ascii="Corbel" w:hAnsi="Corbel"/>
          <w:i w:val="1"/>
          <w:iCs w:val="1"/>
          <w:smallCaps w:val="1"/>
          <w:sz w:val="24"/>
          <w:szCs w:val="24"/>
        </w:rPr>
        <w:t>24</w:t>
      </w:r>
    </w:p>
    <w:p w:rsidR="0085747A" w:rsidP="00EA4832" w:rsidRDefault="00EA4832" w14:paraId="11CB805D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49E6769B" w:rsidRDefault="00445970" w14:paraId="47083073" w14:textId="6EAB8485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813189">
        <w:rPr>
          <w:rFonts w:ascii="Corbel" w:hAnsi="Corbel"/>
          <w:sz w:val="20"/>
          <w:szCs w:val="20"/>
        </w:rPr>
        <w:t>2023</w:t>
      </w:r>
      <w:r w:rsidR="00813189">
        <w:rPr>
          <w:rFonts w:ascii="Corbel" w:hAnsi="Corbel"/>
          <w:sz w:val="20"/>
          <w:szCs w:val="20"/>
        </w:rPr>
        <w:t>/</w:t>
      </w:r>
      <w:r w:rsidR="707D48F0">
        <w:rPr>
          <w:rFonts w:ascii="Corbel" w:hAnsi="Corbel"/>
          <w:sz w:val="20"/>
          <w:szCs w:val="20"/>
        </w:rPr>
        <w:t>20</w:t>
      </w:r>
      <w:r w:rsidR="00813189">
        <w:rPr>
          <w:rFonts w:ascii="Corbel" w:hAnsi="Corbel"/>
          <w:sz w:val="20"/>
          <w:szCs w:val="20"/>
        </w:rPr>
        <w:t>24</w:t>
      </w:r>
    </w:p>
    <w:p w:rsidRPr="009C54AE" w:rsidR="0085747A" w:rsidP="009C54AE" w:rsidRDefault="0085747A" w14:paraId="20377C4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BA6803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9E6769B" w14:paraId="5AA1CD90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D9267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9E6769B" w:rsidRDefault="00813189" w14:paraId="449D1E57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9E6769B" w:rsidR="00813189">
              <w:rPr>
                <w:rFonts w:ascii="Corbel" w:hAnsi="Corbel"/>
                <w:b w:val="1"/>
                <w:bCs w:val="1"/>
                <w:sz w:val="24"/>
                <w:szCs w:val="24"/>
              </w:rPr>
              <w:t>Prawo ubezpieczeń społecznych</w:t>
            </w:r>
          </w:p>
        </w:tc>
      </w:tr>
      <w:tr w:rsidRPr="009C54AE" w:rsidR="0085747A" w:rsidTr="49E6769B" w14:paraId="171275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C5804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13189" w14:paraId="27C3A1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A2SO59</w:t>
            </w:r>
          </w:p>
        </w:tc>
      </w:tr>
      <w:tr w:rsidRPr="009C54AE" w:rsidR="0085747A" w:rsidTr="49E6769B" w14:paraId="6AFB9CDF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A44E81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9E6769B" w:rsidRDefault="00813189" w14:paraId="00878B67" w14:textId="0240798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9E6769B" w:rsidR="00813189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49E6769B" w:rsidR="007165A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85747A" w:rsidTr="49E6769B" w14:paraId="5415DB7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1BE088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9E6769B" w:rsidRDefault="00813189" w14:paraId="025A0F9E" w14:textId="4D8F78F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9E6769B" w:rsidR="3A50581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49E6769B" w:rsidR="0081318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Prawa Pracy i Ubezpieczeń Społecznych </w:t>
            </w:r>
          </w:p>
        </w:tc>
      </w:tr>
      <w:tr w:rsidRPr="009C54AE" w:rsidR="0085747A" w:rsidTr="49E6769B" w14:paraId="7A4F7BC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5905C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13189" w14:paraId="6E4C25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49E6769B" w14:paraId="338FAEE0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64B5D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13189" w14:paraId="24462F4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49E6769B" w14:paraId="4558ABD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A348E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13189" w14:paraId="3D3F6D8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49E6769B" w14:paraId="4B6536C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5C4C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13189" w14:paraId="18F35D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Pr="009C54AE" w:rsidR="0085747A" w:rsidTr="49E6769B" w14:paraId="6D69DF9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F2AF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9E6769B" w:rsidRDefault="00813189" w14:paraId="6D3A3756" w14:textId="0B25425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9E6769B" w:rsidR="0081318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 </w:t>
            </w:r>
            <w:r w:rsidRPr="49E6769B" w:rsidR="292A766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</w:t>
            </w:r>
            <w:r w:rsidRPr="49E6769B" w:rsidR="00813189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9C54AE" w:rsidR="0085747A" w:rsidTr="49E6769B" w14:paraId="6D060A8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B2AB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13189" w14:paraId="0E6252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49E6769B" w14:paraId="16C7E0C0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BCE70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813189" w14:paraId="59C287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9E6769B" w14:paraId="5994ED5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D05E9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B33F5" w14:paraId="36E3BB4B" w14:textId="23C676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  <w:tr w:rsidRPr="009C54AE" w:rsidR="009B33F5" w:rsidTr="49E6769B" w14:paraId="4E9A271E" w14:textId="77777777">
        <w:tc>
          <w:tcPr>
            <w:tcW w:w="2694" w:type="dxa"/>
            <w:tcMar/>
            <w:vAlign w:val="center"/>
          </w:tcPr>
          <w:p w:rsidRPr="009C54AE" w:rsidR="009B33F5" w:rsidP="009B33F5" w:rsidRDefault="009B33F5" w14:paraId="4162B6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9B33F5" w:rsidP="009B33F5" w:rsidRDefault="009B33F5" w14:paraId="02FA123C" w14:textId="6D76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:rsidRPr="009C54AE" w:rsidR="0085747A" w:rsidP="009C54AE" w:rsidRDefault="0085747A" w14:paraId="0ADB80E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1EC974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C7345B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D468B0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1005"/>
        <w:gridCol w:w="750"/>
        <w:gridCol w:w="795"/>
        <w:gridCol w:w="686"/>
        <w:gridCol w:w="948"/>
        <w:gridCol w:w="1189"/>
        <w:gridCol w:w="1505"/>
      </w:tblGrid>
      <w:tr w:rsidRPr="009C54AE" w:rsidR="00015B8F" w:rsidTr="49E6769B" w14:paraId="1EF3FBFD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6501D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A7E0E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0B2C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4A813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EF759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22C19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0E7BA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4DA3F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3C2C7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275D7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DE115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49E6769B" w14:paraId="2A0C2A43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813189" w14:paraId="1116D5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3189" w14:paraId="340793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3189" w14:paraId="21C52A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3F77A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812CC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42F80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D5B40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0CA3A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92874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3189" w14:paraId="1FFF8E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4BE1045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270E8C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0A0073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813189" w14:paraId="6640D34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✓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13189" w14:paraId="5FF5CA3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✓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35AA89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803A80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3F525E2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13189" w:rsidP="009C54AE" w:rsidRDefault="00813189" w14:paraId="55F3B66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egzamin</w:t>
      </w:r>
    </w:p>
    <w:p w:rsidR="00813189" w:rsidP="009C54AE" w:rsidRDefault="00813189" w14:paraId="01A9169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13189" w:rsidP="009C54AE" w:rsidRDefault="00813189" w14:paraId="4ED34BE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:rsidR="00E960BB" w:rsidP="009C54AE" w:rsidRDefault="00E960BB" w14:paraId="1B14DD7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49E6769B" w:rsidRDefault="0085747A" w14:paraId="0A8070FA" w14:textId="65595FF0">
      <w:pPr>
        <w:pStyle w:val="Punktygwne"/>
        <w:spacing w:before="0" w:after="0"/>
        <w:rPr>
          <w:rFonts w:ascii="Corbel" w:hAnsi="Corbel"/>
        </w:rPr>
      </w:pPr>
      <w:r w:rsidRPr="49E6769B" w:rsidR="0085747A">
        <w:rPr>
          <w:rFonts w:ascii="Corbel" w:hAnsi="Corbel"/>
        </w:rPr>
        <w:t xml:space="preserve">2.Wymagania wstępne </w:t>
      </w:r>
    </w:p>
    <w:p w:rsidR="49E6769B" w:rsidP="49E6769B" w:rsidRDefault="49E6769B" w14:paraId="7995E860" w14:textId="7942454F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9E6769B" w14:paraId="60DD4683" w14:textId="77777777">
        <w:tc>
          <w:tcPr>
            <w:tcW w:w="9670" w:type="dxa"/>
            <w:tcMar/>
          </w:tcPr>
          <w:p w:rsidRPr="009C54AE" w:rsidR="0085747A" w:rsidP="49E6769B" w:rsidRDefault="0085747A" w14:paraId="11BED425" w14:textId="337C262A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9E6769B" w:rsidR="0081318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Podstawowa znajomość prawa pracy.</w:t>
            </w:r>
          </w:p>
        </w:tc>
      </w:tr>
    </w:tbl>
    <w:p w:rsidR="00153C41" w:rsidP="009C54AE" w:rsidRDefault="00153C41" w14:paraId="23E6FCD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F7E712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0C72BE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3ECDF4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13E081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49E6769B" w14:paraId="53C63883" w14:textId="77777777">
        <w:tc>
          <w:tcPr>
            <w:tcW w:w="843" w:type="dxa"/>
            <w:tcMar/>
            <w:vAlign w:val="center"/>
          </w:tcPr>
          <w:p w:rsidRPr="009C54AE" w:rsidR="0085747A" w:rsidP="009C54AE" w:rsidRDefault="0085747A" w14:paraId="03C8889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tcMar/>
            <w:vAlign w:val="center"/>
          </w:tcPr>
          <w:p w:rsidRPr="009C54AE" w:rsidR="0085747A" w:rsidP="009C54AE" w:rsidRDefault="00813189" w14:paraId="3F2D9BFE" w14:textId="7ACBBA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9E6769B" w:rsidR="0081318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Zapoznanie studenta z normami </w:t>
            </w:r>
            <w:r w:rsidRPr="49E6769B" w:rsidR="00813189">
              <w:rPr>
                <w:rFonts w:ascii="Corbel" w:hAnsi="Corbel"/>
                <w:b w:val="0"/>
                <w:bCs w:val="0"/>
                <w:sz w:val="24"/>
                <w:szCs w:val="24"/>
              </w:rPr>
              <w:t>prawnymi oraz</w:t>
            </w:r>
            <w:r w:rsidRPr="49E6769B" w:rsidR="0081318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aktualnym orzecznictwem </w:t>
            </w:r>
            <w:proofErr w:type="gramStart"/>
            <w:r w:rsidRPr="49E6769B" w:rsidR="00813189">
              <w:rPr>
                <w:rFonts w:ascii="Corbel" w:hAnsi="Corbel"/>
                <w:b w:val="0"/>
                <w:bCs w:val="0"/>
                <w:sz w:val="24"/>
                <w:szCs w:val="24"/>
              </w:rPr>
              <w:t>sądowym  z</w:t>
            </w:r>
            <w:proofErr w:type="gramEnd"/>
            <w:r w:rsidRPr="49E6769B" w:rsidR="0081318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zakresu ubezpieczeń społecznych.</w:t>
            </w:r>
          </w:p>
        </w:tc>
      </w:tr>
      <w:tr w:rsidRPr="009C54AE" w:rsidR="0085747A" w:rsidTr="49E6769B" w14:paraId="2A2F7F9F" w14:textId="77777777">
        <w:tc>
          <w:tcPr>
            <w:tcW w:w="843" w:type="dxa"/>
            <w:tcMar/>
            <w:vAlign w:val="center"/>
          </w:tcPr>
          <w:p w:rsidRPr="009C54AE" w:rsidR="0085747A" w:rsidP="009C54AE" w:rsidRDefault="00813189" w14:paraId="7672E03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677" w:type="dxa"/>
            <w:tcMar/>
            <w:vAlign w:val="center"/>
          </w:tcPr>
          <w:p w:rsidRPr="009C54AE" w:rsidR="0085747A" w:rsidP="009C54AE" w:rsidRDefault="00813189" w14:paraId="30117E8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uzyskać podstawowe umiejętności samodzielnego rozwiązywania problemów z zakresu ubezpieczeń społecznych.</w:t>
            </w:r>
          </w:p>
        </w:tc>
      </w:tr>
    </w:tbl>
    <w:p w:rsidRPr="009C54AE" w:rsidR="0085747A" w:rsidP="009C54AE" w:rsidRDefault="0085747A" w14:paraId="7B3FBF4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79A737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B4D7B1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49E6769B" w14:paraId="1D74FAFA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46791F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2FBFA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66531C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49E6769B" w14:paraId="27499D62" w14:textId="77777777">
        <w:tc>
          <w:tcPr>
            <w:tcW w:w="1701" w:type="dxa"/>
            <w:tcMar/>
          </w:tcPr>
          <w:p w:rsidRPr="009C54AE" w:rsidR="0085747A" w:rsidP="009C54AE" w:rsidRDefault="0085747A" w14:paraId="2BCD09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85747A" w:rsidP="49E6769B" w:rsidRDefault="0046733B" w14:paraId="73FA4A21" w14:textId="2949A5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9E6769B" w:rsidR="70EC2794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podstawową wiedzę z zakresu prawa ubezpieczeń społecznych.</w:t>
            </w:r>
          </w:p>
        </w:tc>
        <w:tc>
          <w:tcPr>
            <w:tcW w:w="1873" w:type="dxa"/>
            <w:tcMar/>
          </w:tcPr>
          <w:p w:rsidRPr="009C54AE" w:rsidR="0085747A" w:rsidP="009C54AE" w:rsidRDefault="00F570C2" w14:paraId="63FACA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49E6769B" w14:paraId="01923CE1" w14:textId="77777777">
        <w:tc>
          <w:tcPr>
            <w:tcW w:w="1701" w:type="dxa"/>
            <w:tcMar/>
          </w:tcPr>
          <w:p w:rsidRPr="009C54AE" w:rsidR="0085747A" w:rsidP="009C54AE" w:rsidRDefault="0085747A" w14:paraId="4E2773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49E6769B" w:rsidRDefault="0046733B" w14:paraId="5A921F9E" w14:textId="4C8B3F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9E6769B" w:rsidR="70EC2794">
              <w:rPr>
                <w:rFonts w:ascii="Corbel" w:hAnsi="Corbel"/>
                <w:b w:val="0"/>
                <w:bCs w:val="0"/>
                <w:caps w:val="0"/>
                <w:smallCaps w:val="0"/>
              </w:rPr>
              <w:t>dysponuje pogłębioną wiedzą o relacjach między podmiotami prawa ubezpieczeń społecznych.</w:t>
            </w:r>
          </w:p>
        </w:tc>
        <w:tc>
          <w:tcPr>
            <w:tcW w:w="1873" w:type="dxa"/>
            <w:tcMar/>
          </w:tcPr>
          <w:p w:rsidRPr="009C54AE" w:rsidR="0085747A" w:rsidP="009C54AE" w:rsidRDefault="00F570C2" w14:paraId="32D3C7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85747A" w:rsidTr="49E6769B" w14:paraId="608C9656" w14:textId="77777777">
        <w:tc>
          <w:tcPr>
            <w:tcW w:w="1701" w:type="dxa"/>
            <w:tcMar/>
          </w:tcPr>
          <w:p w:rsidRPr="009C54AE" w:rsidR="00F570C2" w:rsidP="009C54AE" w:rsidRDefault="0085747A" w14:paraId="62363E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570C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9C54AE" w:rsidR="0085747A" w:rsidP="49E6769B" w:rsidRDefault="0046733B" w14:paraId="55F69EE2" w14:textId="07B0FF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9E6769B" w:rsidR="70EC2794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umiejętność wyjaśniania przyczyn i przebiegu procesów zachodzących w prawie ubezpieczeń społecznych.</w:t>
            </w:r>
          </w:p>
        </w:tc>
        <w:tc>
          <w:tcPr>
            <w:tcW w:w="1873" w:type="dxa"/>
            <w:tcMar/>
          </w:tcPr>
          <w:p w:rsidRPr="009C54AE" w:rsidR="0085747A" w:rsidP="009C54AE" w:rsidRDefault="00F570C2" w14:paraId="713A31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F570C2" w:rsidTr="49E6769B" w14:paraId="019D229C" w14:textId="77777777">
        <w:tc>
          <w:tcPr>
            <w:tcW w:w="1701" w:type="dxa"/>
            <w:tcMar/>
          </w:tcPr>
          <w:p w:rsidRPr="009C54AE" w:rsidR="00F570C2" w:rsidP="009C54AE" w:rsidRDefault="00F570C2" w14:paraId="0C705B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Mar/>
          </w:tcPr>
          <w:p w:rsidRPr="009C54AE" w:rsidR="00F570C2" w:rsidP="49E6769B" w:rsidRDefault="00EB20F4" w14:paraId="4D712E6E" w14:textId="1F8673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9E6769B" w:rsidR="6711E759">
              <w:rPr>
                <w:rFonts w:ascii="Corbel" w:hAnsi="Corbel"/>
                <w:b w:val="0"/>
                <w:bCs w:val="0"/>
                <w:caps w:val="0"/>
                <w:smallCaps w:val="0"/>
              </w:rPr>
              <w:t>wykazuje się umiejętnościami znajdowania podstaw prawnych, orzecznictwa i literatury z zakresu prawa ubezpieczeń społecznych.</w:t>
            </w:r>
          </w:p>
        </w:tc>
        <w:tc>
          <w:tcPr>
            <w:tcW w:w="1873" w:type="dxa"/>
            <w:tcMar/>
          </w:tcPr>
          <w:p w:rsidRPr="009C54AE" w:rsidR="00F570C2" w:rsidP="009C54AE" w:rsidRDefault="00F570C2" w14:paraId="0A0F22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F570C2" w:rsidTr="49E6769B" w14:paraId="150D5E2B" w14:textId="77777777">
        <w:tc>
          <w:tcPr>
            <w:tcW w:w="1701" w:type="dxa"/>
            <w:tcMar/>
          </w:tcPr>
          <w:p w:rsidRPr="009C54AE" w:rsidR="00F570C2" w:rsidP="009C54AE" w:rsidRDefault="00F570C2" w14:paraId="04456D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Mar/>
          </w:tcPr>
          <w:p w:rsidRPr="009C54AE" w:rsidR="00F570C2" w:rsidP="49E6769B" w:rsidRDefault="008D3FFA" w14:paraId="767CFB07" w14:textId="1BCFEC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9E6769B" w:rsidR="34CEBA3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posiada umiejętność prowadzenia </w:t>
            </w:r>
            <w:r w:rsidRPr="49E6769B" w:rsidR="6711E759">
              <w:rPr>
                <w:rFonts w:ascii="Corbel" w:hAnsi="Corbel"/>
                <w:b w:val="0"/>
                <w:bCs w:val="0"/>
                <w:caps w:val="0"/>
                <w:smallCaps w:val="0"/>
              </w:rPr>
              <w:t>dyskusji</w:t>
            </w:r>
            <w:r w:rsidRPr="49E6769B" w:rsidR="34CEBA36">
              <w:rPr>
                <w:rFonts w:ascii="Corbel" w:hAnsi="Corbel"/>
                <w:b w:val="0"/>
                <w:bCs w:val="0"/>
                <w:caps w:val="0"/>
                <w:smallCaps w:val="0"/>
              </w:rPr>
              <w:t>, przygotowywania prac pisemnych</w:t>
            </w:r>
            <w:r w:rsidRPr="49E6769B" w:rsidR="6711E759">
              <w:rPr>
                <w:rFonts w:ascii="Corbel" w:hAnsi="Corbel"/>
                <w:b w:val="0"/>
                <w:bCs w:val="0"/>
                <w:caps w:val="0"/>
                <w:smallCaps w:val="0"/>
              </w:rPr>
              <w:t>, prezentacji multimedialnych w zakresie prawa ubezpieczeń społecznych.</w:t>
            </w:r>
          </w:p>
        </w:tc>
        <w:tc>
          <w:tcPr>
            <w:tcW w:w="1873" w:type="dxa"/>
            <w:tcMar/>
          </w:tcPr>
          <w:p w:rsidRPr="009C54AE" w:rsidR="00F570C2" w:rsidP="009C54AE" w:rsidRDefault="00F570C2" w14:paraId="33B72B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F570C2" w:rsidTr="49E6769B" w14:paraId="5261AA13" w14:textId="77777777">
        <w:tc>
          <w:tcPr>
            <w:tcW w:w="1701" w:type="dxa"/>
            <w:tcMar/>
          </w:tcPr>
          <w:p w:rsidRPr="009C54AE" w:rsidR="00F570C2" w:rsidP="009C54AE" w:rsidRDefault="00F570C2" w14:paraId="3CE24A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Mar/>
          </w:tcPr>
          <w:p w:rsidRPr="009C54AE" w:rsidR="00F570C2" w:rsidP="49E6769B" w:rsidRDefault="00F570C2" w14:paraId="50597066" w14:textId="5221E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9E6769B" w:rsidR="30334FB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jest gotowy samodzielnie uzupełniać wiedzę </w:t>
            </w:r>
            <w:r>
              <w:br/>
            </w:r>
            <w:r w:rsidRPr="49E6769B" w:rsidR="30334FBE">
              <w:rPr>
                <w:rFonts w:ascii="Corbel" w:hAnsi="Corbel"/>
                <w:b w:val="0"/>
                <w:bCs w:val="0"/>
                <w:caps w:val="0"/>
                <w:smallCaps w:val="0"/>
              </w:rPr>
              <w:t>z zakresu ubezpieczeń społecznych.</w:t>
            </w:r>
          </w:p>
        </w:tc>
        <w:tc>
          <w:tcPr>
            <w:tcW w:w="1873" w:type="dxa"/>
            <w:tcMar/>
          </w:tcPr>
          <w:p w:rsidRPr="009C54AE" w:rsidR="00F570C2" w:rsidP="009C54AE" w:rsidRDefault="00F570C2" w14:paraId="1239E7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9C54AE" w:rsidR="00F570C2" w:rsidTr="49E6769B" w14:paraId="43DEACD7" w14:textId="77777777">
        <w:tc>
          <w:tcPr>
            <w:tcW w:w="1701" w:type="dxa"/>
            <w:tcMar/>
          </w:tcPr>
          <w:p w:rsidRPr="009C54AE" w:rsidR="00F570C2" w:rsidP="009C54AE" w:rsidRDefault="00F570C2" w14:paraId="07C678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  <w:tcMar/>
          </w:tcPr>
          <w:p w:rsidRPr="009C54AE" w:rsidR="00F570C2" w:rsidP="49E6769B" w:rsidRDefault="00F570C2" w14:paraId="6400889D" w14:textId="16BCDD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9E6769B" w:rsidR="30334FBE">
              <w:rPr>
                <w:rFonts w:ascii="Corbel" w:hAnsi="Corbel"/>
                <w:b w:val="0"/>
                <w:bCs w:val="0"/>
                <w:caps w:val="0"/>
                <w:smallCaps w:val="0"/>
              </w:rPr>
              <w:t>jest zdolny do samodzielnego rozwiązywania podstawowych problemów z zakresu ubezpieczeń społecznych.</w:t>
            </w:r>
          </w:p>
        </w:tc>
        <w:tc>
          <w:tcPr>
            <w:tcW w:w="1873" w:type="dxa"/>
            <w:tcMar/>
          </w:tcPr>
          <w:p w:rsidRPr="009C54AE" w:rsidR="00F570C2" w:rsidP="009C54AE" w:rsidRDefault="00F570C2" w14:paraId="0385EC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9C54AE" w:rsidR="0085747A" w:rsidP="009C54AE" w:rsidRDefault="0085747A" w14:paraId="50999A2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FBBD98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5494160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13189" w:rsidTr="00CA1D26" w14:paraId="5576B06A" w14:textId="77777777">
        <w:tc>
          <w:tcPr>
            <w:tcW w:w="9639" w:type="dxa"/>
          </w:tcPr>
          <w:p w:rsidRPr="009C54AE" w:rsidR="00813189" w:rsidP="00CA1D26" w:rsidRDefault="00813189" w14:paraId="501F226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13189" w:rsidTr="00CA1D26" w14:paraId="4316DE0E" w14:textId="77777777">
        <w:tc>
          <w:tcPr>
            <w:tcW w:w="9639" w:type="dxa"/>
          </w:tcPr>
          <w:p w:rsidRPr="009C54AE" w:rsidR="00813189" w:rsidP="00CA1D26" w:rsidRDefault="00813189" w14:paraId="455AAFC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funkcjonowania systemu ubezpieczeń społecznych.</w:t>
            </w:r>
          </w:p>
        </w:tc>
      </w:tr>
      <w:tr w:rsidRPr="009C54AE" w:rsidR="00813189" w:rsidTr="00CA1D26" w14:paraId="58A98AAA" w14:textId="77777777">
        <w:tc>
          <w:tcPr>
            <w:tcW w:w="9639" w:type="dxa"/>
          </w:tcPr>
          <w:p w:rsidRPr="009C54AE" w:rsidR="00813189" w:rsidP="00CA1D26" w:rsidRDefault="00813189" w14:paraId="5F519A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Ubezpieczenia społeczne w systemie zabezpieczenia społecznego.</w:t>
            </w:r>
          </w:p>
        </w:tc>
      </w:tr>
      <w:tr w:rsidRPr="009C54AE" w:rsidR="00813189" w:rsidTr="00CA1D26" w14:paraId="68BCE518" w14:textId="77777777">
        <w:tc>
          <w:tcPr>
            <w:tcW w:w="9639" w:type="dxa"/>
          </w:tcPr>
          <w:p w:rsidR="00813189" w:rsidP="00CA1D26" w:rsidRDefault="00813189" w14:paraId="7B3985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podlegania ubezpieczeniom społecznym.</w:t>
            </w:r>
          </w:p>
        </w:tc>
      </w:tr>
      <w:tr w:rsidRPr="009C54AE" w:rsidR="00813189" w:rsidTr="00CA1D26" w14:paraId="6FE0DA2B" w14:textId="77777777">
        <w:tc>
          <w:tcPr>
            <w:tcW w:w="9639" w:type="dxa"/>
          </w:tcPr>
          <w:p w:rsidR="00813189" w:rsidP="00CA1D26" w:rsidRDefault="00813189" w14:paraId="31ADB40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ubezpieczeń społecznych.</w:t>
            </w:r>
          </w:p>
        </w:tc>
      </w:tr>
      <w:tr w:rsidRPr="009C54AE" w:rsidR="00813189" w:rsidTr="00CA1D26" w14:paraId="4ECB1213" w14:textId="77777777">
        <w:tc>
          <w:tcPr>
            <w:tcW w:w="9639" w:type="dxa"/>
          </w:tcPr>
          <w:p w:rsidRPr="009C54AE" w:rsidR="00813189" w:rsidP="00CA1D26" w:rsidRDefault="00813189" w14:paraId="201E8B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chorobowego.</w:t>
            </w:r>
          </w:p>
        </w:tc>
      </w:tr>
      <w:tr w:rsidRPr="009C54AE" w:rsidR="00813189" w:rsidTr="00CA1D26" w14:paraId="7F934DB2" w14:textId="77777777">
        <w:tc>
          <w:tcPr>
            <w:tcW w:w="9639" w:type="dxa"/>
          </w:tcPr>
          <w:p w:rsidRPr="009C54AE" w:rsidR="00813189" w:rsidP="00CA1D26" w:rsidRDefault="00813189" w14:paraId="5F8154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rentowego.</w:t>
            </w:r>
          </w:p>
        </w:tc>
      </w:tr>
      <w:tr w:rsidRPr="009C54AE" w:rsidR="00813189" w:rsidTr="00CA1D26" w14:paraId="39412BBD" w14:textId="77777777">
        <w:tc>
          <w:tcPr>
            <w:tcW w:w="9639" w:type="dxa"/>
          </w:tcPr>
          <w:p w:rsidR="00813189" w:rsidP="00CA1D26" w:rsidRDefault="00813189" w14:paraId="5118A3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zagadnienia z zakresu ubezpieczenia wypadkowego.</w:t>
            </w:r>
          </w:p>
        </w:tc>
      </w:tr>
      <w:tr w:rsidRPr="009C54AE" w:rsidR="00813189" w:rsidTr="00CA1D26" w14:paraId="3AEE6607" w14:textId="77777777">
        <w:tc>
          <w:tcPr>
            <w:tcW w:w="9639" w:type="dxa"/>
          </w:tcPr>
          <w:p w:rsidR="00813189" w:rsidP="00CA1D26" w:rsidRDefault="00813189" w14:paraId="1437C7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emerytalnego.</w:t>
            </w:r>
          </w:p>
        </w:tc>
      </w:tr>
    </w:tbl>
    <w:p w:rsidRPr="009C54AE" w:rsidR="0085747A" w:rsidP="009C54AE" w:rsidRDefault="0085747A" w14:paraId="66CCE82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DF39A5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9E6769B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49E6769B" w:rsidR="009F4610">
        <w:rPr>
          <w:rFonts w:ascii="Corbel" w:hAnsi="Corbel"/>
          <w:sz w:val="24"/>
          <w:szCs w:val="24"/>
        </w:rPr>
        <w:t xml:space="preserve">, </w:t>
      </w:r>
      <w:r w:rsidRPr="49E6769B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13189" w:rsidTr="00CA1D26" w14:paraId="38D21F8F" w14:textId="77777777">
        <w:tc>
          <w:tcPr>
            <w:tcW w:w="9639" w:type="dxa"/>
          </w:tcPr>
          <w:p w:rsidRPr="009C54AE" w:rsidR="00813189" w:rsidP="00CA1D26" w:rsidRDefault="00813189" w14:paraId="6249807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13189" w:rsidTr="00CA1D26" w14:paraId="6D1A2CA3" w14:textId="77777777">
        <w:tc>
          <w:tcPr>
            <w:tcW w:w="9639" w:type="dxa"/>
          </w:tcPr>
          <w:p w:rsidRPr="009C54AE" w:rsidR="00813189" w:rsidP="00CA1D26" w:rsidRDefault="00813189" w14:paraId="701191F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funkcjonowania systemu ubezpieczeń społecznych.</w:t>
            </w:r>
          </w:p>
        </w:tc>
      </w:tr>
      <w:tr w:rsidRPr="009C54AE" w:rsidR="00813189" w:rsidTr="00CA1D26" w14:paraId="541494D4" w14:textId="77777777">
        <w:tc>
          <w:tcPr>
            <w:tcW w:w="9639" w:type="dxa"/>
          </w:tcPr>
          <w:p w:rsidRPr="009C54AE" w:rsidR="00813189" w:rsidP="00CA1D26" w:rsidRDefault="00813189" w14:paraId="202F5D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Ubezpieczenia społeczne w systemie zabezpieczenia społecznego.</w:t>
            </w:r>
          </w:p>
        </w:tc>
      </w:tr>
      <w:tr w:rsidRPr="009C54AE" w:rsidR="00813189" w:rsidTr="00CA1D26" w14:paraId="3A09EB54" w14:textId="77777777">
        <w:tc>
          <w:tcPr>
            <w:tcW w:w="9639" w:type="dxa"/>
          </w:tcPr>
          <w:p w:rsidR="00813189" w:rsidP="00CA1D26" w:rsidRDefault="00813189" w14:paraId="349E5A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podlegania ubezpieczeniom społecznym.</w:t>
            </w:r>
          </w:p>
        </w:tc>
      </w:tr>
      <w:tr w:rsidRPr="009C54AE" w:rsidR="00813189" w:rsidTr="00CA1D26" w14:paraId="71831BC6" w14:textId="77777777">
        <w:tc>
          <w:tcPr>
            <w:tcW w:w="9639" w:type="dxa"/>
          </w:tcPr>
          <w:p w:rsidR="00813189" w:rsidP="00CA1D26" w:rsidRDefault="00813189" w14:paraId="2995C3B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ubezpieczeń społecznych.</w:t>
            </w:r>
          </w:p>
        </w:tc>
      </w:tr>
      <w:tr w:rsidRPr="009C54AE" w:rsidR="00813189" w:rsidTr="00CA1D26" w14:paraId="5CE5D119" w14:textId="77777777">
        <w:tc>
          <w:tcPr>
            <w:tcW w:w="9639" w:type="dxa"/>
          </w:tcPr>
          <w:p w:rsidRPr="009C54AE" w:rsidR="00813189" w:rsidP="00CA1D26" w:rsidRDefault="00813189" w14:paraId="4DCD6D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chorobowego.</w:t>
            </w:r>
          </w:p>
        </w:tc>
      </w:tr>
      <w:tr w:rsidRPr="009C54AE" w:rsidR="00813189" w:rsidTr="00CA1D26" w14:paraId="72D01188" w14:textId="77777777">
        <w:tc>
          <w:tcPr>
            <w:tcW w:w="9639" w:type="dxa"/>
          </w:tcPr>
          <w:p w:rsidRPr="009C54AE" w:rsidR="00813189" w:rsidP="00CA1D26" w:rsidRDefault="00813189" w14:paraId="77938E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rentowego.</w:t>
            </w:r>
          </w:p>
        </w:tc>
      </w:tr>
      <w:tr w:rsidRPr="009C54AE" w:rsidR="00813189" w:rsidTr="00CA1D26" w14:paraId="597E2079" w14:textId="77777777">
        <w:tc>
          <w:tcPr>
            <w:tcW w:w="9639" w:type="dxa"/>
          </w:tcPr>
          <w:p w:rsidR="00813189" w:rsidP="00CA1D26" w:rsidRDefault="00813189" w14:paraId="333D80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wypadkowego.</w:t>
            </w:r>
          </w:p>
        </w:tc>
      </w:tr>
      <w:tr w:rsidRPr="009C54AE" w:rsidR="00813189" w:rsidTr="00CA1D26" w14:paraId="513308D3" w14:textId="77777777">
        <w:tc>
          <w:tcPr>
            <w:tcW w:w="9639" w:type="dxa"/>
          </w:tcPr>
          <w:p w:rsidR="00813189" w:rsidP="00CA1D26" w:rsidRDefault="00813189" w14:paraId="56B0A1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emerytalnego.</w:t>
            </w:r>
          </w:p>
        </w:tc>
      </w:tr>
      <w:tr w:rsidRPr="009C54AE" w:rsidR="00813189" w:rsidTr="00CA1D26" w14:paraId="786FC632" w14:textId="77777777">
        <w:tc>
          <w:tcPr>
            <w:tcW w:w="9639" w:type="dxa"/>
          </w:tcPr>
          <w:p w:rsidR="00813189" w:rsidP="00CA1D26" w:rsidRDefault="00813189" w14:paraId="2DE655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Sporządzanie pism procesowych z zakresu ubezpieczeń społecznych.</w:t>
            </w:r>
          </w:p>
        </w:tc>
      </w:tr>
    </w:tbl>
    <w:p w:rsidRPr="009C54AE" w:rsidR="0085747A" w:rsidP="009C54AE" w:rsidRDefault="0085747A" w14:paraId="73135BA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8B020A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9E6769B" w:rsidR="009F4610">
        <w:rPr>
          <w:rFonts w:ascii="Corbel" w:hAnsi="Corbel"/>
          <w:caps w:val="0"/>
          <w:smallCaps w:val="0"/>
        </w:rPr>
        <w:t>3.4 Metody dydaktyczne</w:t>
      </w:r>
      <w:r w:rsidRPr="49E6769B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E960BB" w:rsidP="009C54AE" w:rsidRDefault="00E960BB" w14:paraId="0187CEC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13189" w:rsidP="00813189" w:rsidRDefault="00813189" w14:paraId="52149D8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49E6769B" w:rsidR="00813189">
        <w:rPr>
          <w:rFonts w:ascii="Corbel" w:hAnsi="Corbel"/>
          <w:b w:val="0"/>
          <w:bCs w:val="0"/>
          <w:caps w:val="0"/>
          <w:smallCaps w:val="0"/>
        </w:rPr>
        <w:t>Wykład: wykład problemowy</w:t>
      </w:r>
    </w:p>
    <w:p w:rsidRPr="003822A7" w:rsidR="00813189" w:rsidP="00813189" w:rsidRDefault="00813189" w14:paraId="560B430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vanish/>
          <w:szCs w:val="24"/>
          <w:specVanish/>
        </w:rPr>
      </w:pPr>
    </w:p>
    <w:p w:rsidRPr="003822A7" w:rsidR="00813189" w:rsidP="00813189" w:rsidRDefault="00813189" w14:paraId="0916CC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49E6769B" w:rsidR="00813189">
        <w:rPr>
          <w:rFonts w:ascii="Corbel" w:hAnsi="Corbel"/>
          <w:caps w:val="0"/>
          <w:smallCaps w:val="0"/>
        </w:rPr>
        <w:t xml:space="preserve"> </w:t>
      </w:r>
      <w:r w:rsidRPr="49E6769B" w:rsidR="00813189">
        <w:rPr>
          <w:rFonts w:ascii="Corbel" w:hAnsi="Corbel"/>
          <w:b w:val="0"/>
          <w:bCs w:val="0"/>
          <w:caps w:val="0"/>
          <w:smallCaps w:val="0"/>
        </w:rPr>
        <w:t>Ćwiczenia: analiza tekstów z dyskusją, praca w grupach, rozwiązywanie kazusów.</w:t>
      </w:r>
    </w:p>
    <w:p w:rsidR="00E960BB" w:rsidP="009C54AE" w:rsidRDefault="00E960BB" w14:paraId="7B04CD8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24E8EB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AC6AD8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2FB9E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9F808F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49E6769B" w14:paraId="0BEE2EF4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5B7DC7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036006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5DF05F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27F421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C0BB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49E6769B" w14:paraId="051A5248" w14:textId="77777777">
        <w:tc>
          <w:tcPr>
            <w:tcW w:w="1962" w:type="dxa"/>
            <w:tcMar/>
          </w:tcPr>
          <w:p w:rsidRPr="009C54AE" w:rsidR="0085747A" w:rsidP="49E6769B" w:rsidRDefault="0085747A" w14:paraId="4B8C0774" w14:textId="58F6C6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proofErr w:type="spellStart"/>
            <w:r w:rsidRPr="49E6769B" w:rsidR="0085747A">
              <w:rPr>
                <w:rFonts w:ascii="Corbel" w:hAnsi="Corbel"/>
                <w:b w:val="0"/>
                <w:bCs w:val="0"/>
              </w:rPr>
              <w:t>ek</w:t>
            </w:r>
            <w:proofErr w:type="spellEnd"/>
            <w:r w:rsidRPr="49E6769B" w:rsidR="0085747A">
              <w:rPr>
                <w:rFonts w:ascii="Corbel" w:hAnsi="Corbel"/>
                <w:b w:val="0"/>
                <w:bCs w:val="0"/>
              </w:rPr>
              <w:t xml:space="preserve">_ 01 </w:t>
            </w:r>
            <w:r w:rsidRPr="49E6769B" w:rsidR="30334FBE">
              <w:rPr>
                <w:rFonts w:ascii="Corbel" w:hAnsi="Corbel"/>
                <w:b w:val="0"/>
                <w:bCs w:val="0"/>
              </w:rPr>
              <w:t>-</w:t>
            </w:r>
            <w:r w:rsidRPr="49E6769B" w:rsidR="1199B4FC">
              <w:rPr>
                <w:rFonts w:ascii="Corbel" w:hAnsi="Corbel"/>
                <w:b w:val="0"/>
                <w:bCs w:val="0"/>
              </w:rPr>
              <w:t xml:space="preserve"> </w:t>
            </w:r>
            <w:r w:rsidRPr="49E6769B" w:rsidR="1199B4FC">
              <w:rPr>
                <w:rFonts w:ascii="Corbel" w:hAnsi="Corbel"/>
                <w:b w:val="0"/>
                <w:bCs w:val="0"/>
                <w:sz w:val="20"/>
                <w:szCs w:val="20"/>
              </w:rPr>
              <w:t>EK_</w:t>
            </w:r>
            <w:r w:rsidRPr="49E6769B" w:rsidR="30334FBE">
              <w:rPr>
                <w:rFonts w:ascii="Corbel" w:hAnsi="Corbel"/>
                <w:b w:val="0"/>
                <w:bCs w:val="0"/>
              </w:rPr>
              <w:t>07</w:t>
            </w:r>
          </w:p>
        </w:tc>
        <w:tc>
          <w:tcPr>
            <w:tcW w:w="5441" w:type="dxa"/>
            <w:tcMar/>
          </w:tcPr>
          <w:p w:rsidRPr="00F570C2" w:rsidR="0085747A" w:rsidP="49E6769B" w:rsidRDefault="00F570C2" w14:paraId="5606CB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</w:rPr>
            </w:pPr>
            <w:r w:rsidRPr="49E6769B" w:rsidR="30334FBE">
              <w:rPr>
                <w:rFonts w:ascii="Corbel" w:hAnsi="Corbel"/>
                <w:b w:val="0"/>
                <w:bCs w:val="0"/>
              </w:rPr>
              <w:t>egzamin pisemny, test zalicze</w:t>
            </w:r>
            <w:r w:rsidRPr="49E6769B" w:rsidR="30334FBE">
              <w:rPr>
                <w:rFonts w:ascii="Corbel" w:hAnsi="Corbel"/>
                <w:b w:val="0"/>
                <w:bCs w:val="0"/>
              </w:rPr>
              <w:t>niowy, rozwiązywanie kazusów, obserwacja w trakcie zajęć</w:t>
            </w:r>
          </w:p>
        </w:tc>
        <w:tc>
          <w:tcPr>
            <w:tcW w:w="2117" w:type="dxa"/>
            <w:tcMar/>
          </w:tcPr>
          <w:p w:rsidRPr="009C54AE" w:rsidR="0085747A" w:rsidP="00F570C2" w:rsidRDefault="00F570C2" w14:paraId="5DBBB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85747A" w:rsidP="49E6769B" w:rsidRDefault="003E1941" w14:paraId="2D534AA6" w14:textId="2C427BFF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p w:rsidRPr="009C54AE" w:rsidR="0085747A" w:rsidP="49E6769B" w:rsidRDefault="003E1941" w14:paraId="5DD352DF" w14:textId="5AF3C80A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  <w:r w:rsidRPr="49E6769B" w:rsidR="003E1941">
        <w:rPr>
          <w:rFonts w:ascii="Corbel" w:hAnsi="Corbel"/>
          <w:caps w:val="0"/>
          <w:smallCaps w:val="0"/>
        </w:rPr>
        <w:t xml:space="preserve">4.2 </w:t>
      </w:r>
      <w:r w:rsidRPr="49E6769B" w:rsidR="0085747A">
        <w:rPr>
          <w:rFonts w:ascii="Corbel" w:hAnsi="Corbel"/>
          <w:caps w:val="0"/>
          <w:smallCaps w:val="0"/>
        </w:rPr>
        <w:t>Warunki zaliczenia przedmiotu (kryteria oceniania)</w:t>
      </w:r>
      <w:r w:rsidRPr="49E6769B" w:rsidR="00923D7D">
        <w:rPr>
          <w:rFonts w:ascii="Corbel" w:hAnsi="Corbel"/>
          <w:caps w:val="0"/>
          <w:smallCaps w:val="0"/>
        </w:rPr>
        <w:t xml:space="preserve"> </w:t>
      </w:r>
    </w:p>
    <w:p w:rsidRPr="009C54AE" w:rsidR="00923D7D" w:rsidP="009C54AE" w:rsidRDefault="00923D7D" w14:paraId="0F1F102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C74D938" w14:paraId="53160DE8" w14:textId="77777777">
        <w:tc>
          <w:tcPr>
            <w:tcW w:w="9670" w:type="dxa"/>
            <w:tcMar/>
          </w:tcPr>
          <w:p w:rsidRPr="009C54AE" w:rsidR="0085747A" w:rsidP="009C54AE" w:rsidRDefault="0085747A" w14:paraId="35BA70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1C74D938" w:rsidRDefault="0085747A" w14:paraId="1FC3F297" w14:textId="48E9FBD0">
            <w:pPr>
              <w:spacing w:before="0" w:after="0"/>
              <w:jc w:val="both"/>
            </w:pPr>
            <w:r w:rsidRPr="1C74D938" w:rsidR="5A5F198D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9C54AE" w:rsidR="0085747A" w:rsidP="1C74D938" w:rsidRDefault="0085747A" w14:paraId="5DF5AA55" w14:textId="046D45A6">
            <w:pPr>
              <w:spacing w:before="0" w:after="0"/>
              <w:jc w:val="both"/>
            </w:pPr>
            <w:r w:rsidRPr="1C74D938" w:rsidR="5A5F198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1C74D938" w:rsidR="5A5F198D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1C74D938" w:rsidR="5A5F198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1C74D938" w:rsidR="5A5F198D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C74D938" w:rsidRDefault="0085747A" w14:paraId="671C5B07" w14:textId="512B3227">
            <w:pPr>
              <w:spacing w:before="0" w:after="0"/>
              <w:jc w:val="both"/>
            </w:pPr>
            <w:r w:rsidRPr="1C74D938" w:rsidR="5A5F198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1C74D938" w:rsidR="5A5F198D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C74D938" w:rsidRDefault="0085747A" w14:paraId="52494AD8" w14:textId="1F8D0C7A">
            <w:pPr>
              <w:spacing w:before="0" w:after="0"/>
              <w:jc w:val="both"/>
            </w:pPr>
            <w:r w:rsidRPr="1C74D938" w:rsidR="5A5F198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1C74D938" w:rsidR="5A5F198D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C74D938" w:rsidRDefault="0085747A" w14:paraId="46961A6C" w14:textId="3548C191">
            <w:pPr>
              <w:spacing w:before="0" w:after="0"/>
            </w:pPr>
            <w:r w:rsidRPr="1C74D938" w:rsidR="5A5F198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1C74D938" w:rsidRDefault="0085747A" w14:paraId="3321189B" w14:textId="640A996B">
            <w:pPr>
              <w:spacing w:before="0" w:after="0"/>
            </w:pPr>
            <w:r w:rsidRPr="1C74D938" w:rsidR="5A5F198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1C74D938" w:rsidRDefault="0085747A" w14:paraId="5197904F" w14:textId="1536DCCE">
            <w:pPr>
              <w:spacing w:before="0" w:after="0"/>
            </w:pPr>
            <w:r w:rsidRPr="1C74D938" w:rsidR="5A5F198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1C74D938" w:rsidRDefault="0085747A" w14:paraId="5475119F" w14:textId="13172B89">
            <w:pPr>
              <w:spacing w:before="0" w:after="0"/>
            </w:pPr>
            <w:r w:rsidRPr="1C74D938" w:rsidR="5A5F198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1C74D938" w:rsidRDefault="0085747A" w14:paraId="4EE09BA3" w14:textId="15785E98">
            <w:pPr>
              <w:spacing w:before="0" w:after="0"/>
            </w:pPr>
            <w:r w:rsidRPr="1C74D938" w:rsidR="5A5F198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1C74D938" w:rsidRDefault="0085747A" w14:paraId="723F07C4" w14:textId="04DBEFFA">
            <w:pPr>
              <w:spacing w:before="0" w:after="0"/>
            </w:pPr>
            <w:r w:rsidRPr="1C74D938" w:rsidR="5A5F198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9C54AE" w:rsidR="0085747A" w:rsidP="1C74D938" w:rsidRDefault="0085747A" w14:paraId="1D0CE0E2" w14:textId="28933C84">
            <w:pPr>
              <w:spacing w:before="0" w:after="0"/>
              <w:jc w:val="both"/>
            </w:pPr>
            <w:r w:rsidRPr="1C74D938" w:rsidR="5A5F198D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C74D938" w:rsidRDefault="0085747A" w14:paraId="71A1A895" w14:textId="788FA681">
            <w:pPr>
              <w:spacing w:before="0" w:after="0"/>
              <w:jc w:val="both"/>
            </w:pPr>
            <w:r w:rsidRPr="1C74D938" w:rsidR="5A5F198D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Pr="009C54AE" w:rsidR="0085747A" w:rsidP="1C74D938" w:rsidRDefault="0085747A" w14:paraId="5B46D98E" w14:textId="2429E3E8">
            <w:pPr>
              <w:spacing w:before="0" w:after="0"/>
              <w:jc w:val="both"/>
            </w:pPr>
            <w:r w:rsidRPr="1C74D938" w:rsidR="5A5F198D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1C74D938" w:rsidR="5A5F198D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C74D938" w:rsidRDefault="0085747A" w14:paraId="5F225012" w14:textId="750AF85B">
            <w:pPr>
              <w:spacing w:before="0" w:after="0"/>
              <w:jc w:val="both"/>
            </w:pPr>
            <w:r w:rsidRPr="1C74D938" w:rsidR="5A5F198D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1C74D938" w:rsidR="5A5F198D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1C74D938" w:rsidRDefault="0085747A" w14:paraId="54FDB726" w14:textId="134BB950">
            <w:pPr>
              <w:spacing w:before="0" w:after="0"/>
            </w:pPr>
            <w:r w:rsidRPr="1C74D938" w:rsidR="5A5F198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9C54AE" w:rsidR="0085747A" w:rsidP="1C74D938" w:rsidRDefault="0085747A" w14:paraId="558443C9" w14:textId="46931201">
            <w:pPr>
              <w:spacing w:before="0" w:after="0"/>
            </w:pPr>
            <w:r w:rsidRPr="1C74D938" w:rsidR="5A5F198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9C54AE" w:rsidR="0085747A" w:rsidP="1C74D938" w:rsidRDefault="0085747A" w14:paraId="4D95E799" w14:textId="41F0914E">
            <w:pPr>
              <w:spacing w:before="0" w:after="0"/>
            </w:pPr>
            <w:r w:rsidRPr="1C74D938" w:rsidR="5A5F198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85747A" w:rsidP="1C74D938" w:rsidRDefault="0085747A" w14:paraId="7995B64D" w14:textId="1DF26CF9">
            <w:pPr>
              <w:spacing w:before="0" w:after="0"/>
            </w:pPr>
            <w:r w:rsidRPr="1C74D938" w:rsidR="5A5F198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85747A" w:rsidP="1C74D938" w:rsidRDefault="0085747A" w14:paraId="3A41FC72" w14:textId="06EB1706">
            <w:pPr>
              <w:spacing w:before="0" w:after="0"/>
            </w:pPr>
            <w:r w:rsidRPr="1C74D938" w:rsidR="5A5F198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85747A" w:rsidP="1C74D938" w:rsidRDefault="0085747A" w14:paraId="2A274DFD" w14:textId="04D1FF28">
            <w:pPr>
              <w:spacing w:before="0" w:after="0"/>
            </w:pPr>
            <w:r w:rsidRPr="1C74D938" w:rsidR="5A5F198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85747A" w:rsidP="1C74D938" w:rsidRDefault="0085747A" w14:paraId="31F9E598" w14:textId="562A91A6">
            <w:pPr>
              <w:spacing w:before="0" w:after="0"/>
            </w:pPr>
            <w:r w:rsidRPr="1C74D938" w:rsidR="5A5F198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9C54AE" w:rsidR="0085747A" w:rsidP="1C74D938" w:rsidRDefault="0085747A" w14:paraId="001C2723" w14:textId="5F39A31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10204C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231520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92513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49E6769B" w14:paraId="5B43F93D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1E64A67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1651CD7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49E6769B" w14:paraId="2F564539" w14:textId="77777777">
        <w:tc>
          <w:tcPr>
            <w:tcW w:w="4962" w:type="dxa"/>
            <w:tcMar/>
          </w:tcPr>
          <w:p w:rsidRPr="009C54AE" w:rsidR="0085747A" w:rsidP="009C54AE" w:rsidRDefault="00C61DC5" w14:paraId="59BD7D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813189" w14:paraId="5572C7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godzin </w:t>
            </w:r>
          </w:p>
        </w:tc>
      </w:tr>
      <w:tr w:rsidRPr="009C54AE" w:rsidR="00C61DC5" w:rsidTr="49E6769B" w14:paraId="089FD7F2" w14:textId="77777777">
        <w:tc>
          <w:tcPr>
            <w:tcW w:w="4962" w:type="dxa"/>
            <w:tcMar/>
          </w:tcPr>
          <w:p w:rsidRPr="009C54AE" w:rsidR="00C61DC5" w:rsidP="009C54AE" w:rsidRDefault="00C61DC5" w14:paraId="1BAA75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574ED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813189" w14:paraId="21BA71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Pr="009C54AE" w:rsidR="00C61DC5" w:rsidTr="49E6769B" w14:paraId="4C63EC9B" w14:textId="77777777">
        <w:tc>
          <w:tcPr>
            <w:tcW w:w="4962" w:type="dxa"/>
            <w:tcMar/>
          </w:tcPr>
          <w:p w:rsidRPr="009C54AE" w:rsidR="0071620A" w:rsidP="009C54AE" w:rsidRDefault="00C61DC5" w14:paraId="772C20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2D860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813189" w14:paraId="71F483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 godzin</w:t>
            </w:r>
          </w:p>
        </w:tc>
      </w:tr>
      <w:tr w:rsidRPr="009C54AE" w:rsidR="0085747A" w:rsidTr="49E6769B" w14:paraId="500F01BD" w14:textId="77777777">
        <w:tc>
          <w:tcPr>
            <w:tcW w:w="4962" w:type="dxa"/>
            <w:tcMar/>
          </w:tcPr>
          <w:p w:rsidRPr="009C54AE" w:rsidR="0085747A" w:rsidP="009C54AE" w:rsidRDefault="0085747A" w14:paraId="3078CC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813189" w14:paraId="2551D96D" w14:textId="14AF4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9E6769B" w:rsidR="0081318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49E6769B" w14:paraId="13848A7E" w14:textId="77777777">
        <w:tc>
          <w:tcPr>
            <w:tcW w:w="4962" w:type="dxa"/>
            <w:tcMar/>
          </w:tcPr>
          <w:p w:rsidRPr="009C54AE" w:rsidR="0085747A" w:rsidP="009C54AE" w:rsidRDefault="0085747A" w14:paraId="6AC293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813189" w14:paraId="458ED4BF" w14:textId="5A6DCF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9E6769B" w:rsidR="00813189">
              <w:rPr>
                <w:rFonts w:ascii="Corbel" w:hAnsi="Corbel"/>
                <w:sz w:val="24"/>
                <w:szCs w:val="24"/>
              </w:rPr>
              <w:t xml:space="preserve">4 </w:t>
            </w:r>
          </w:p>
        </w:tc>
      </w:tr>
    </w:tbl>
    <w:p w:rsidRPr="009C54AE" w:rsidR="0085747A" w:rsidP="009C54AE" w:rsidRDefault="00923D7D" w14:paraId="5EC1B4D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843E80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02A719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755C95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9E6769B" w14:paraId="2349E88E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11ABE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49E6769B" w:rsidRDefault="0085747A" w14:paraId="19FD3E40" w14:textId="53B852E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9E6769B" w:rsidR="248F066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49E6769B" w14:paraId="0BC93FB7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56B58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49E6769B" w:rsidRDefault="0085747A" w14:paraId="62204A24" w14:textId="6A9E96E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9E6769B" w:rsidR="0B331E98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429E13E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56DE57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4083B8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49E6769B" w14:paraId="1AFC7911" w14:textId="77777777">
        <w:trPr>
          <w:trHeight w:val="397"/>
        </w:trPr>
        <w:tc>
          <w:tcPr>
            <w:tcW w:w="7513" w:type="dxa"/>
            <w:tcMar/>
          </w:tcPr>
          <w:p w:rsidR="0085747A" w:rsidP="49E6769B" w:rsidRDefault="0085747A" w14:paraId="6AE08035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9E6769B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813189" w:rsidP="009C54AE" w:rsidRDefault="00813189" w14:paraId="41A36D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13189" w:rsidP="00813189" w:rsidRDefault="00813189" w14:paraId="359DAE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Inetta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Jędrasik-Jankowska,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Pojęcia i konstrukcje prawne ubezpieczenia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Kluwer.</w:t>
            </w:r>
          </w:p>
          <w:p w:rsidR="00813189" w:rsidP="00813189" w:rsidRDefault="00813189" w14:paraId="7D45E4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13189" w:rsidP="00813189" w:rsidRDefault="00813189" w14:paraId="7D6D19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ubezpieczeń społecznych: zasady, finasowanie, organizacja,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:rsidRPr="009C54AE" w:rsidR="00813189" w:rsidP="009C54AE" w:rsidRDefault="00813189" w14:paraId="5D6587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49E6769B" w14:paraId="341C08DE" w14:textId="77777777">
        <w:trPr>
          <w:trHeight w:val="397"/>
        </w:trPr>
        <w:tc>
          <w:tcPr>
            <w:tcW w:w="7513" w:type="dxa"/>
            <w:tcMar/>
          </w:tcPr>
          <w:p w:rsidR="0085747A" w:rsidP="49E6769B" w:rsidRDefault="0085747A" w14:paraId="62BD3061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9E6769B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0813189" w:rsidP="009C54AE" w:rsidRDefault="00813189" w14:paraId="0EF5E3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:rsidRPr="00DD46C4" w:rsidR="00813189" w:rsidP="00813189" w:rsidRDefault="00813189" w14:paraId="0A2D9B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Grażyna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ubezpieczeń społecznych. Zagadnienia podstawowe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:rsidR="00813189" w:rsidP="00813189" w:rsidRDefault="00813189" w14:paraId="12A8DF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13189" w:rsidP="00813189" w:rsidRDefault="00813189" w14:paraId="738B88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zabezpieczenia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:rsidR="00813189" w:rsidP="00813189" w:rsidRDefault="00813189" w14:paraId="4AED71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13189" w:rsidP="00813189" w:rsidRDefault="00813189" w14:paraId="123913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Alina Wypych-Żywicka, </w:t>
            </w:r>
            <w:r w:rsidRPr="00DD46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ubezpieczeń społecznych. Tom I.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:rsidRPr="009C54AE" w:rsidR="00813189" w:rsidP="009C54AE" w:rsidRDefault="00813189" w14:paraId="32BA67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328CFB5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DA04C4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0AE8" w:rsidP="00C16ABF" w:rsidRDefault="00B20AE8" w14:paraId="2E4C647E" w14:textId="77777777">
      <w:pPr>
        <w:spacing w:after="0" w:line="240" w:lineRule="auto"/>
      </w:pPr>
      <w:r>
        <w:separator/>
      </w:r>
    </w:p>
  </w:endnote>
  <w:endnote w:type="continuationSeparator" w:id="0">
    <w:p w:rsidR="00B20AE8" w:rsidP="00C16ABF" w:rsidRDefault="00B20AE8" w14:paraId="05B4DD4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0AE8" w:rsidP="00C16ABF" w:rsidRDefault="00B20AE8" w14:paraId="0FDAB678" w14:textId="77777777">
      <w:pPr>
        <w:spacing w:after="0" w:line="240" w:lineRule="auto"/>
      </w:pPr>
      <w:r>
        <w:separator/>
      </w:r>
    </w:p>
  </w:footnote>
  <w:footnote w:type="continuationSeparator" w:id="0">
    <w:p w:rsidR="00B20AE8" w:rsidP="00C16ABF" w:rsidRDefault="00B20AE8" w14:paraId="3A7683F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50D18E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6ECD"/>
    <w:rsid w:val="00281FF2"/>
    <w:rsid w:val="002857DE"/>
    <w:rsid w:val="00291567"/>
    <w:rsid w:val="002A22BF"/>
    <w:rsid w:val="002A2389"/>
    <w:rsid w:val="002A5C2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08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5A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3189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3FFA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3F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AE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0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0C2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331E98"/>
    <w:rsid w:val="1199B4FC"/>
    <w:rsid w:val="14C5E3A1"/>
    <w:rsid w:val="1C74D938"/>
    <w:rsid w:val="1D94F444"/>
    <w:rsid w:val="1F30C4A5"/>
    <w:rsid w:val="248F0662"/>
    <w:rsid w:val="292A7662"/>
    <w:rsid w:val="30334FBE"/>
    <w:rsid w:val="34CEBA36"/>
    <w:rsid w:val="3A505817"/>
    <w:rsid w:val="49E6769B"/>
    <w:rsid w:val="4EB9E7BE"/>
    <w:rsid w:val="593444FA"/>
    <w:rsid w:val="5A5F198D"/>
    <w:rsid w:val="6711E759"/>
    <w:rsid w:val="69518864"/>
    <w:rsid w:val="707D48F0"/>
    <w:rsid w:val="70EC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F635B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A96B-9FB0-4CD9-A410-29A9E1BD8A9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9</revision>
  <lastPrinted>2019-02-06T12:12:00.0000000Z</lastPrinted>
  <dcterms:created xsi:type="dcterms:W3CDTF">2021-12-14T00:22:00.0000000Z</dcterms:created>
  <dcterms:modified xsi:type="dcterms:W3CDTF">2022-01-21T12:52:06.8415981Z</dcterms:modified>
</coreProperties>
</file>